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676" w:rsidRDefault="00645676" w:rsidP="00B342A9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Theme="minorHAnsi" w:hAnsiTheme="minorHAnsi" w:cs="Tahoma"/>
          <w:b/>
          <w:sz w:val="22"/>
          <w:szCs w:val="22"/>
        </w:rPr>
      </w:pPr>
      <w:bookmarkStart w:id="0" w:name="_GoBack"/>
      <w:bookmarkEnd w:id="0"/>
    </w:p>
    <w:p w:rsidR="00134A7F" w:rsidRDefault="00134A7F" w:rsidP="00B342A9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Theme="minorHAnsi" w:hAnsiTheme="minorHAnsi" w:cs="Tahoma"/>
          <w:b/>
          <w:sz w:val="22"/>
          <w:szCs w:val="22"/>
        </w:rPr>
      </w:pPr>
      <w:r w:rsidRPr="00134A7F">
        <w:rPr>
          <w:rFonts w:asciiTheme="minorHAnsi" w:hAnsiTheme="minorHAnsi" w:cs="Tahoma"/>
          <w:b/>
          <w:sz w:val="22"/>
          <w:szCs w:val="22"/>
        </w:rPr>
        <w:t>MODULO ISCRIZIONE</w:t>
      </w:r>
      <w:r w:rsidRPr="00943CE5">
        <w:rPr>
          <w:rFonts w:asciiTheme="minorHAnsi" w:hAnsiTheme="minorHAnsi" w:cs="Tahoma"/>
          <w:b/>
          <w:sz w:val="22"/>
          <w:szCs w:val="22"/>
        </w:rPr>
        <w:t xml:space="preserve"> </w:t>
      </w:r>
      <w:r w:rsidR="00B342A9" w:rsidRPr="00943CE5">
        <w:rPr>
          <w:rFonts w:asciiTheme="minorHAnsi" w:hAnsiTheme="minorHAnsi" w:cs="Tahoma"/>
          <w:b/>
          <w:sz w:val="22"/>
          <w:szCs w:val="22"/>
        </w:rPr>
        <w:t xml:space="preserve">ALUNNI CON DISABILITA’ </w:t>
      </w:r>
    </w:p>
    <w:p w:rsidR="00B342A9" w:rsidRPr="003E6CB1" w:rsidRDefault="00B342A9" w:rsidP="00B342A9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Theme="minorHAnsi" w:hAnsiTheme="minorHAnsi" w:cs="Tahoma"/>
          <w:b/>
          <w:sz w:val="28"/>
          <w:szCs w:val="28"/>
        </w:rPr>
      </w:pPr>
      <w:r w:rsidRPr="003E6CB1">
        <w:rPr>
          <w:rFonts w:asciiTheme="minorHAnsi" w:hAnsiTheme="minorHAnsi" w:cs="Tahoma"/>
          <w:sz w:val="22"/>
          <w:szCs w:val="22"/>
        </w:rPr>
        <w:t>Scuole Secondarie di</w:t>
      </w:r>
      <w:r w:rsidRPr="00943CE5">
        <w:rPr>
          <w:rFonts w:asciiTheme="minorHAnsi" w:hAnsiTheme="minorHAnsi" w:cs="Tahoma"/>
          <w:b/>
          <w:sz w:val="22"/>
          <w:szCs w:val="22"/>
        </w:rPr>
        <w:t xml:space="preserve"> </w:t>
      </w:r>
      <w:r>
        <w:rPr>
          <w:rFonts w:asciiTheme="minorHAnsi" w:hAnsiTheme="minorHAnsi" w:cs="Tahoma"/>
          <w:b/>
          <w:sz w:val="22"/>
          <w:szCs w:val="22"/>
        </w:rPr>
        <w:t xml:space="preserve">   -  </w:t>
      </w:r>
      <w:r w:rsidRPr="003E6CB1">
        <w:rPr>
          <w:rFonts w:asciiTheme="minorHAnsi" w:hAnsiTheme="minorHAnsi" w:cs="Tahoma"/>
          <w:b/>
          <w:sz w:val="28"/>
          <w:szCs w:val="28"/>
        </w:rPr>
        <w:t>I</w:t>
      </w:r>
      <w:r w:rsidR="009C4F6D">
        <w:rPr>
          <w:rFonts w:asciiTheme="minorHAnsi" w:hAnsiTheme="minorHAnsi" w:cs="Tahoma"/>
          <w:b/>
          <w:sz w:val="28"/>
          <w:szCs w:val="28"/>
        </w:rPr>
        <w:t>I</w:t>
      </w:r>
      <w:r w:rsidRPr="003E6CB1">
        <w:rPr>
          <w:rFonts w:asciiTheme="minorHAnsi" w:hAnsiTheme="minorHAnsi" w:cs="Tahoma"/>
          <w:b/>
          <w:sz w:val="28"/>
          <w:szCs w:val="28"/>
        </w:rPr>
        <w:t xml:space="preserve"> Grado</w:t>
      </w:r>
    </w:p>
    <w:p w:rsidR="00B342A9" w:rsidRPr="00134A7F" w:rsidRDefault="00B342A9" w:rsidP="00B342A9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Theme="minorHAnsi" w:hAnsiTheme="minorHAnsi" w:cs="Tahoma"/>
          <w:sz w:val="22"/>
          <w:szCs w:val="22"/>
        </w:rPr>
      </w:pPr>
      <w:r w:rsidRPr="00134A7F">
        <w:rPr>
          <w:rFonts w:asciiTheme="minorHAnsi" w:hAnsiTheme="minorHAnsi" w:cs="Tahoma"/>
          <w:sz w:val="22"/>
          <w:szCs w:val="22"/>
        </w:rPr>
        <w:t>Campionati Studenteschi Atletica Leggera su pista</w:t>
      </w:r>
      <w:r w:rsidR="00134A7F" w:rsidRPr="00134A7F">
        <w:rPr>
          <w:rFonts w:asciiTheme="minorHAnsi" w:hAnsiTheme="minorHAnsi" w:cs="Tahoma"/>
          <w:sz w:val="22"/>
          <w:szCs w:val="22"/>
        </w:rPr>
        <w:t xml:space="preserve">-Ancona </w:t>
      </w:r>
      <w:r w:rsidR="00C701BA">
        <w:rPr>
          <w:rFonts w:asciiTheme="minorHAnsi" w:hAnsiTheme="minorHAnsi" w:cs="Tahoma"/>
          <w:sz w:val="22"/>
          <w:szCs w:val="22"/>
        </w:rPr>
        <w:t>10 aprile</w:t>
      </w:r>
      <w:r w:rsidR="00134A7F" w:rsidRPr="00134A7F">
        <w:rPr>
          <w:rFonts w:asciiTheme="minorHAnsi" w:hAnsiTheme="minorHAnsi" w:cs="Tahoma"/>
          <w:sz w:val="22"/>
          <w:szCs w:val="22"/>
        </w:rPr>
        <w:t xml:space="preserve"> 2019</w:t>
      </w:r>
    </w:p>
    <w:p w:rsidR="00B342A9" w:rsidRPr="00943CE5" w:rsidRDefault="00B342A9" w:rsidP="00B342A9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Theme="minorHAnsi" w:hAnsiTheme="minorHAnsi" w:cs="Tahoma"/>
          <w:b/>
          <w:sz w:val="22"/>
          <w:szCs w:val="22"/>
        </w:rPr>
      </w:pPr>
      <w:r w:rsidRPr="00943CE5">
        <w:rPr>
          <w:rFonts w:asciiTheme="minorHAnsi" w:hAnsiTheme="minorHAnsi" w:cs="Tahoma"/>
          <w:b/>
          <w:sz w:val="22"/>
          <w:szCs w:val="22"/>
        </w:rPr>
        <w:t xml:space="preserve">Da inviare a </w:t>
      </w:r>
      <w:hyperlink r:id="rId9" w:history="1">
        <w:r w:rsidRPr="00943CE5">
          <w:rPr>
            <w:rStyle w:val="Collegamentoipertestuale"/>
            <w:rFonts w:asciiTheme="minorHAnsi" w:hAnsiTheme="minorHAnsi" w:cs="Tahoma"/>
            <w:b/>
            <w:sz w:val="22"/>
            <w:szCs w:val="22"/>
          </w:rPr>
          <w:t>uefs.an@istruzione.it</w:t>
        </w:r>
      </w:hyperlink>
      <w:r w:rsidRPr="00943CE5">
        <w:rPr>
          <w:rFonts w:asciiTheme="minorHAnsi" w:hAnsiTheme="minorHAnsi" w:cs="Tahoma"/>
          <w:b/>
          <w:sz w:val="22"/>
          <w:szCs w:val="22"/>
        </w:rPr>
        <w:t xml:space="preserve"> </w:t>
      </w:r>
      <w:r w:rsidR="00517757">
        <w:rPr>
          <w:rFonts w:asciiTheme="minorHAnsi" w:hAnsiTheme="minorHAnsi" w:cs="Tahoma"/>
          <w:b/>
          <w:sz w:val="22"/>
          <w:szCs w:val="22"/>
        </w:rPr>
        <w:t xml:space="preserve"> 1 Aprile</w:t>
      </w:r>
      <w:r w:rsidRPr="00943CE5">
        <w:rPr>
          <w:rFonts w:asciiTheme="minorHAnsi" w:hAnsiTheme="minorHAnsi" w:cs="Tahoma"/>
          <w:b/>
          <w:sz w:val="22"/>
          <w:szCs w:val="22"/>
        </w:rPr>
        <w:t xml:space="preserve"> </w:t>
      </w:r>
      <w:r>
        <w:rPr>
          <w:rFonts w:asciiTheme="minorHAnsi" w:hAnsiTheme="minorHAnsi" w:cs="Tahoma"/>
          <w:b/>
          <w:sz w:val="22"/>
          <w:szCs w:val="22"/>
        </w:rPr>
        <w:t>2019</w:t>
      </w:r>
    </w:p>
    <w:p w:rsidR="00B342A9" w:rsidRPr="00943CE5" w:rsidRDefault="00B342A9" w:rsidP="00B342A9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Theme="minorHAnsi" w:hAnsiTheme="minorHAnsi" w:cs="Tahoma"/>
          <w:b/>
          <w:sz w:val="22"/>
          <w:szCs w:val="22"/>
        </w:rPr>
      </w:pPr>
    </w:p>
    <w:p w:rsidR="00B342A9" w:rsidRPr="00943CE5" w:rsidRDefault="00B342A9" w:rsidP="00B342A9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Theme="minorHAnsi" w:hAnsiTheme="minorHAnsi" w:cs="Tahoma"/>
          <w:b/>
          <w:sz w:val="22"/>
          <w:szCs w:val="22"/>
        </w:rPr>
      </w:pPr>
      <w:r w:rsidRPr="00943CE5">
        <w:rPr>
          <w:rFonts w:asciiTheme="minorHAnsi" w:hAnsiTheme="minorHAnsi" w:cs="Tahoma"/>
          <w:b/>
          <w:sz w:val="22"/>
          <w:szCs w:val="22"/>
        </w:rPr>
        <w:t>Istituto Scolastico…………………………………………………………………………………………………………..</w:t>
      </w:r>
    </w:p>
    <w:p w:rsidR="00B342A9" w:rsidRPr="00943CE5" w:rsidRDefault="00B342A9" w:rsidP="00B342A9">
      <w:pPr>
        <w:overflowPunct/>
        <w:autoSpaceDE/>
        <w:autoSpaceDN/>
        <w:adjustRightInd/>
        <w:textAlignment w:val="auto"/>
        <w:rPr>
          <w:rFonts w:asciiTheme="minorHAnsi" w:hAnsiTheme="minorHAnsi" w:cs="Tahoma"/>
          <w:b/>
          <w:sz w:val="22"/>
          <w:szCs w:val="22"/>
        </w:rPr>
      </w:pPr>
    </w:p>
    <w:tbl>
      <w:tblPr>
        <w:tblpPr w:leftFromText="141" w:rightFromText="141" w:vertAnchor="text" w:horzAnchor="margin" w:tblpXSpec="right" w:tblpY="23"/>
        <w:tblW w:w="443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5"/>
        <w:gridCol w:w="554"/>
        <w:gridCol w:w="634"/>
        <w:gridCol w:w="634"/>
        <w:gridCol w:w="487"/>
        <w:gridCol w:w="474"/>
      </w:tblGrid>
      <w:tr w:rsidR="00B342A9" w:rsidRPr="00943CE5" w:rsidTr="00EC39AC">
        <w:trPr>
          <w:trHeight w:val="270"/>
        </w:trPr>
        <w:tc>
          <w:tcPr>
            <w:tcW w:w="165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943CE5">
              <w:rPr>
                <w:rFonts w:asciiTheme="minorHAnsi" w:hAnsiTheme="minorHAnsi" w:cs="Tahoma"/>
                <w:b/>
                <w:sz w:val="22"/>
                <w:szCs w:val="22"/>
              </w:rPr>
              <w:t>DIR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943CE5">
              <w:rPr>
                <w:rFonts w:asciiTheme="minorHAnsi" w:hAnsiTheme="minorHAnsi" w:cs="Tahoma"/>
                <w:b/>
                <w:sz w:val="22"/>
                <w:szCs w:val="22"/>
              </w:rPr>
              <w:t>C21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943CE5">
              <w:rPr>
                <w:rFonts w:asciiTheme="minorHAnsi" w:hAnsiTheme="minorHAnsi" w:cs="Tahoma"/>
                <w:b/>
                <w:sz w:val="22"/>
                <w:szCs w:val="22"/>
              </w:rPr>
              <w:t>HFD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943CE5">
              <w:rPr>
                <w:rFonts w:asciiTheme="minorHAnsi" w:hAnsiTheme="minorHAnsi" w:cs="Tahoma"/>
                <w:b/>
                <w:sz w:val="22"/>
                <w:szCs w:val="22"/>
              </w:rPr>
              <w:t>HS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943CE5">
              <w:rPr>
                <w:rFonts w:asciiTheme="minorHAnsi" w:hAnsiTheme="minorHAnsi" w:cs="Tahoma"/>
                <w:b/>
                <w:sz w:val="22"/>
                <w:szCs w:val="22"/>
              </w:rPr>
              <w:t>NV</w:t>
            </w:r>
          </w:p>
        </w:tc>
      </w:tr>
      <w:tr w:rsidR="00B342A9" w:rsidRPr="00943CE5" w:rsidTr="00EC39AC">
        <w:trPr>
          <w:trHeight w:val="270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943CE5">
              <w:rPr>
                <w:rFonts w:asciiTheme="minorHAnsi" w:hAnsiTheme="minorHAnsi" w:cs="Tahoma"/>
                <w:b/>
                <w:sz w:val="22"/>
                <w:szCs w:val="22"/>
              </w:rPr>
              <w:t xml:space="preserve"> N° Maschi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B342A9" w:rsidRPr="00943CE5" w:rsidTr="00EC39AC">
        <w:trPr>
          <w:trHeight w:val="270"/>
        </w:trPr>
        <w:tc>
          <w:tcPr>
            <w:tcW w:w="16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943CE5">
              <w:rPr>
                <w:rFonts w:asciiTheme="minorHAnsi" w:hAnsiTheme="minorHAnsi" w:cs="Tahoma"/>
                <w:b/>
                <w:sz w:val="22"/>
                <w:szCs w:val="22"/>
              </w:rPr>
              <w:t xml:space="preserve"> N° Femmine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</w:tbl>
    <w:p w:rsidR="00B342A9" w:rsidRPr="00943CE5" w:rsidRDefault="00B342A9" w:rsidP="00B342A9">
      <w:pPr>
        <w:overflowPunct/>
        <w:autoSpaceDE/>
        <w:autoSpaceDN/>
        <w:adjustRightInd/>
        <w:textAlignment w:val="auto"/>
        <w:rPr>
          <w:rFonts w:asciiTheme="minorHAnsi" w:hAnsiTheme="minorHAnsi" w:cs="Tahoma"/>
          <w:b/>
          <w:i/>
          <w:sz w:val="22"/>
          <w:szCs w:val="22"/>
        </w:rPr>
      </w:pPr>
    </w:p>
    <w:p w:rsidR="00B342A9" w:rsidRPr="00943CE5" w:rsidRDefault="00B342A9" w:rsidP="00B342A9">
      <w:pPr>
        <w:overflowPunct/>
        <w:autoSpaceDE/>
        <w:autoSpaceDN/>
        <w:adjustRightInd/>
        <w:textAlignment w:val="auto"/>
        <w:rPr>
          <w:rFonts w:asciiTheme="minorHAnsi" w:hAnsiTheme="minorHAnsi" w:cs="Tahoma"/>
          <w:b/>
          <w:i/>
          <w:sz w:val="22"/>
          <w:szCs w:val="22"/>
        </w:rPr>
      </w:pPr>
    </w:p>
    <w:p w:rsidR="00B342A9" w:rsidRPr="00943CE5" w:rsidRDefault="00B342A9" w:rsidP="00B342A9">
      <w:pPr>
        <w:overflowPunct/>
        <w:autoSpaceDE/>
        <w:autoSpaceDN/>
        <w:adjustRightInd/>
        <w:textAlignment w:val="auto"/>
        <w:rPr>
          <w:rFonts w:asciiTheme="minorHAnsi" w:hAnsiTheme="minorHAnsi" w:cs="Tahoma"/>
          <w:sz w:val="22"/>
          <w:szCs w:val="22"/>
        </w:rPr>
      </w:pPr>
    </w:p>
    <w:p w:rsidR="00B342A9" w:rsidRPr="00943CE5" w:rsidRDefault="00B342A9" w:rsidP="00B342A9">
      <w:pPr>
        <w:overflowPunct/>
        <w:autoSpaceDE/>
        <w:autoSpaceDN/>
        <w:adjustRightInd/>
        <w:textAlignment w:val="auto"/>
        <w:rPr>
          <w:rFonts w:asciiTheme="minorHAnsi" w:hAnsiTheme="minorHAnsi" w:cs="Tahoma"/>
          <w:sz w:val="22"/>
          <w:szCs w:val="22"/>
        </w:rPr>
      </w:pPr>
    </w:p>
    <w:p w:rsidR="00B342A9" w:rsidRPr="00943CE5" w:rsidRDefault="00B342A9" w:rsidP="00B342A9">
      <w:pPr>
        <w:overflowPunct/>
        <w:autoSpaceDE/>
        <w:autoSpaceDN/>
        <w:adjustRightInd/>
        <w:textAlignment w:val="auto"/>
        <w:rPr>
          <w:rFonts w:asciiTheme="minorHAnsi" w:hAnsiTheme="minorHAnsi" w:cs="Tahoma"/>
          <w:sz w:val="22"/>
          <w:szCs w:val="22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70"/>
        <w:gridCol w:w="1614"/>
        <w:gridCol w:w="1332"/>
        <w:gridCol w:w="1418"/>
        <w:gridCol w:w="1134"/>
      </w:tblGrid>
      <w:tr w:rsidR="00B342A9" w:rsidRPr="00943CE5" w:rsidTr="00EC39AC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943CE5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Cognome e Nome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A9" w:rsidRPr="00943CE5" w:rsidRDefault="00134A7F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S</w:t>
            </w:r>
            <w:r w:rsidR="00B342A9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pecialità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943CE5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Data di</w:t>
            </w:r>
          </w:p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943CE5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nascita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943CE5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Categoria</w:t>
            </w:r>
          </w:p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943CE5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di disabilità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943CE5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Sesso</w:t>
            </w:r>
          </w:p>
        </w:tc>
      </w:tr>
      <w:tr w:rsidR="00B342A9" w:rsidRPr="00943CE5" w:rsidTr="00EC39AC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B342A9" w:rsidRPr="00943CE5" w:rsidTr="00EC39AC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B342A9" w:rsidRPr="00943CE5" w:rsidTr="00EC39AC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B342A9" w:rsidRPr="00943CE5" w:rsidTr="00EC39AC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B342A9" w:rsidRPr="00943CE5" w:rsidTr="00EC39AC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B342A9" w:rsidRPr="00943CE5" w:rsidTr="00EC39AC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B342A9" w:rsidRPr="00943CE5" w:rsidTr="00EC39AC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B342A9" w:rsidRPr="00943CE5" w:rsidTr="00EC39AC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B342A9" w:rsidRPr="00943CE5" w:rsidTr="00EC39AC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B342A9" w:rsidRPr="00943CE5" w:rsidTr="00EC39AC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B342A9" w:rsidRPr="00943CE5" w:rsidTr="00EC39AC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B342A9" w:rsidRPr="00943CE5" w:rsidTr="00EC39AC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B342A9" w:rsidRPr="00943CE5" w:rsidTr="00EC39AC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A9" w:rsidRPr="00943CE5" w:rsidRDefault="00B342A9" w:rsidP="00EC39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</w:tbl>
    <w:p w:rsidR="00B342A9" w:rsidRPr="00943CE5" w:rsidRDefault="00B342A9" w:rsidP="00B342A9">
      <w:pPr>
        <w:overflowPunct/>
        <w:autoSpaceDE/>
        <w:autoSpaceDN/>
        <w:adjustRightInd/>
        <w:textAlignment w:val="auto"/>
        <w:rPr>
          <w:rFonts w:asciiTheme="minorHAnsi" w:hAnsiTheme="minorHAnsi"/>
          <w:b/>
          <w:sz w:val="22"/>
          <w:szCs w:val="22"/>
        </w:rPr>
      </w:pPr>
    </w:p>
    <w:p w:rsidR="00B342A9" w:rsidRPr="00943CE5" w:rsidRDefault="00B342A9" w:rsidP="00B342A9">
      <w:pPr>
        <w:overflowPunct/>
        <w:autoSpaceDE/>
        <w:autoSpaceDN/>
        <w:adjustRightInd/>
        <w:jc w:val="both"/>
        <w:textAlignment w:val="auto"/>
        <w:rPr>
          <w:rFonts w:asciiTheme="minorHAnsi" w:hAnsiTheme="minorHAnsi"/>
          <w:sz w:val="22"/>
          <w:szCs w:val="22"/>
        </w:rPr>
      </w:pPr>
      <w:r w:rsidRPr="00943CE5">
        <w:rPr>
          <w:rFonts w:asciiTheme="minorHAnsi" w:hAnsiTheme="minorHAnsi"/>
          <w:sz w:val="22"/>
          <w:szCs w:val="22"/>
        </w:rPr>
        <w:t>Si dichiara che tutti gli alunni in elenco nella presente pagina sono iscritti e frequentanti, e sono stati sottoposti  al controllo sanitario per la pratica di attività sportive NON agonistiche secondo la normativa vigente.</w:t>
      </w:r>
    </w:p>
    <w:p w:rsidR="00B342A9" w:rsidRPr="00943CE5" w:rsidRDefault="00B342A9" w:rsidP="00B342A9">
      <w:pPr>
        <w:overflowPunct/>
        <w:autoSpaceDE/>
        <w:autoSpaceDN/>
        <w:adjustRightInd/>
        <w:textAlignment w:val="auto"/>
        <w:rPr>
          <w:rFonts w:asciiTheme="minorHAnsi" w:hAnsiTheme="minorHAnsi"/>
          <w:sz w:val="22"/>
          <w:szCs w:val="22"/>
        </w:rPr>
      </w:pPr>
    </w:p>
    <w:p w:rsidR="00B342A9" w:rsidRDefault="00B342A9" w:rsidP="00B342A9">
      <w:pPr>
        <w:overflowPunct/>
        <w:autoSpaceDE/>
        <w:autoSpaceDN/>
        <w:adjustRightInd/>
        <w:textAlignment w:val="auto"/>
        <w:rPr>
          <w:rFonts w:asciiTheme="minorHAnsi" w:hAnsiTheme="minorHAnsi"/>
          <w:sz w:val="22"/>
          <w:szCs w:val="22"/>
        </w:rPr>
      </w:pPr>
      <w:r w:rsidRPr="00943CE5">
        <w:rPr>
          <w:rFonts w:asciiTheme="minorHAnsi" w:hAnsiTheme="minorHAnsi"/>
          <w:sz w:val="22"/>
          <w:szCs w:val="22"/>
        </w:rPr>
        <w:t>Docente responsabile Prof./Prof.ssa………………………………………………………………………………………….</w:t>
      </w:r>
    </w:p>
    <w:p w:rsidR="00B342A9" w:rsidRPr="00943CE5" w:rsidRDefault="00B342A9" w:rsidP="00B342A9">
      <w:pPr>
        <w:overflowPunct/>
        <w:autoSpaceDE/>
        <w:autoSpaceDN/>
        <w:adjustRightInd/>
        <w:textAlignment w:val="auto"/>
        <w:rPr>
          <w:rFonts w:asciiTheme="minorHAnsi" w:hAnsiTheme="minorHAnsi"/>
          <w:sz w:val="22"/>
          <w:szCs w:val="22"/>
        </w:rPr>
      </w:pPr>
      <w:r w:rsidRPr="00943CE5">
        <w:rPr>
          <w:rFonts w:asciiTheme="minorHAnsi" w:hAnsiTheme="minorHAnsi"/>
          <w:sz w:val="22"/>
          <w:szCs w:val="22"/>
        </w:rPr>
        <w:t>.</w:t>
      </w:r>
    </w:p>
    <w:p w:rsidR="00B342A9" w:rsidRDefault="00B342A9" w:rsidP="00B342A9">
      <w:pPr>
        <w:overflowPunct/>
        <w:autoSpaceDE/>
        <w:autoSpaceDN/>
        <w:adjustRightInd/>
        <w:textAlignment w:val="auto"/>
        <w:rPr>
          <w:rFonts w:asciiTheme="minorHAnsi" w:hAnsiTheme="minorHAnsi"/>
          <w:sz w:val="22"/>
          <w:szCs w:val="22"/>
        </w:rPr>
      </w:pPr>
      <w:r w:rsidRPr="00943CE5">
        <w:rPr>
          <w:rFonts w:asciiTheme="minorHAnsi" w:hAnsiTheme="minorHAnsi"/>
          <w:sz w:val="22"/>
          <w:szCs w:val="22"/>
        </w:rPr>
        <w:t>Telefono………………………………………………………………….. e- mail……………………………………………………………….</w:t>
      </w:r>
    </w:p>
    <w:p w:rsidR="00B342A9" w:rsidRPr="00943CE5" w:rsidRDefault="00B342A9" w:rsidP="00B342A9">
      <w:pPr>
        <w:overflowPunct/>
        <w:autoSpaceDE/>
        <w:autoSpaceDN/>
        <w:adjustRightInd/>
        <w:textAlignment w:val="auto"/>
        <w:rPr>
          <w:rFonts w:asciiTheme="minorHAnsi" w:hAnsiTheme="minorHAnsi"/>
          <w:sz w:val="22"/>
          <w:szCs w:val="22"/>
        </w:rPr>
      </w:pPr>
    </w:p>
    <w:p w:rsidR="00B342A9" w:rsidRPr="00943CE5" w:rsidRDefault="00B342A9" w:rsidP="00B342A9">
      <w:pPr>
        <w:overflowPunct/>
        <w:autoSpaceDE/>
        <w:autoSpaceDN/>
        <w:adjustRightInd/>
        <w:textAlignment w:val="auto"/>
        <w:rPr>
          <w:rFonts w:asciiTheme="minorHAnsi" w:hAnsiTheme="minorHAnsi"/>
          <w:sz w:val="22"/>
          <w:szCs w:val="22"/>
        </w:rPr>
      </w:pPr>
      <w:r w:rsidRPr="00943CE5">
        <w:rPr>
          <w:rFonts w:asciiTheme="minorHAnsi" w:hAnsiTheme="minorHAnsi"/>
          <w:sz w:val="22"/>
          <w:szCs w:val="22"/>
        </w:rPr>
        <w:t>Accompagnatori……………………………………………………………………………………………………………………………..</w:t>
      </w:r>
    </w:p>
    <w:p w:rsidR="00B342A9" w:rsidRPr="00943CE5" w:rsidRDefault="00B342A9" w:rsidP="00B342A9">
      <w:pPr>
        <w:overflowPunct/>
        <w:autoSpaceDE/>
        <w:autoSpaceDN/>
        <w:adjustRightInd/>
        <w:textAlignment w:val="auto"/>
        <w:rPr>
          <w:rFonts w:asciiTheme="minorHAnsi" w:hAnsiTheme="minorHAnsi"/>
          <w:sz w:val="22"/>
          <w:szCs w:val="22"/>
        </w:rPr>
      </w:pPr>
    </w:p>
    <w:p w:rsidR="00B342A9" w:rsidRPr="00943CE5" w:rsidRDefault="00B342A9" w:rsidP="00B342A9">
      <w:pPr>
        <w:overflowPunct/>
        <w:autoSpaceDE/>
        <w:autoSpaceDN/>
        <w:adjustRightInd/>
        <w:textAlignment w:val="auto"/>
        <w:rPr>
          <w:rFonts w:asciiTheme="minorHAnsi" w:hAnsiTheme="minorHAnsi"/>
          <w:b/>
          <w:sz w:val="22"/>
          <w:szCs w:val="22"/>
        </w:rPr>
      </w:pPr>
      <w:r w:rsidRPr="00943CE5">
        <w:rPr>
          <w:rFonts w:asciiTheme="minorHAnsi" w:hAnsiTheme="minorHAnsi"/>
          <w:b/>
          <w:sz w:val="22"/>
          <w:szCs w:val="22"/>
        </w:rPr>
        <w:t>Data    ………/……../…………                                                   Firma del Dirigente Scolastico</w:t>
      </w:r>
    </w:p>
    <w:p w:rsidR="00B342A9" w:rsidRPr="00943CE5" w:rsidRDefault="00B342A9" w:rsidP="00B342A9">
      <w:pPr>
        <w:overflowPunct/>
        <w:autoSpaceDE/>
        <w:autoSpaceDN/>
        <w:adjustRightInd/>
        <w:textAlignment w:val="auto"/>
        <w:rPr>
          <w:rFonts w:asciiTheme="minorHAnsi" w:hAnsiTheme="minorHAnsi"/>
          <w:b/>
          <w:sz w:val="22"/>
          <w:szCs w:val="22"/>
        </w:rPr>
      </w:pPr>
      <w:r w:rsidRPr="00943CE5">
        <w:rPr>
          <w:rFonts w:asciiTheme="minorHAnsi" w:hAnsiTheme="minorHAnsi"/>
          <w:b/>
          <w:sz w:val="22"/>
          <w:szCs w:val="22"/>
        </w:rPr>
        <w:t xml:space="preserve">                          </w:t>
      </w:r>
    </w:p>
    <w:p w:rsidR="00B342A9" w:rsidRPr="00943CE5" w:rsidRDefault="00B342A9" w:rsidP="00B342A9">
      <w:pPr>
        <w:overflowPunct/>
        <w:autoSpaceDE/>
        <w:autoSpaceDN/>
        <w:adjustRightInd/>
        <w:textAlignment w:val="auto"/>
        <w:rPr>
          <w:rFonts w:asciiTheme="minorHAnsi" w:hAnsiTheme="minorHAnsi"/>
          <w:b/>
          <w:sz w:val="22"/>
          <w:szCs w:val="22"/>
        </w:rPr>
      </w:pPr>
      <w:r w:rsidRPr="00943CE5">
        <w:rPr>
          <w:rFonts w:asciiTheme="minorHAnsi" w:hAnsiTheme="minorHAnsi"/>
          <w:b/>
          <w:sz w:val="22"/>
          <w:szCs w:val="22"/>
        </w:rPr>
        <w:t xml:space="preserve">                                                                                         __________________________________</w:t>
      </w:r>
    </w:p>
    <w:p w:rsidR="006E5E8B" w:rsidRPr="00D7010A" w:rsidRDefault="006E5E8B" w:rsidP="006503BD">
      <w:pPr>
        <w:overflowPunct/>
        <w:autoSpaceDE/>
        <w:autoSpaceDN/>
        <w:adjustRightInd/>
        <w:jc w:val="both"/>
        <w:textAlignment w:val="auto"/>
        <w:rPr>
          <w:rFonts w:asciiTheme="minorHAnsi" w:hAnsiTheme="minorHAnsi"/>
          <w:b/>
          <w:sz w:val="22"/>
          <w:szCs w:val="22"/>
        </w:rPr>
      </w:pPr>
    </w:p>
    <w:sectPr w:rsidR="006E5E8B" w:rsidRPr="00D7010A" w:rsidSect="004F2D6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/>
      <w:pgMar w:top="1418" w:right="850" w:bottom="851" w:left="1418" w:header="0" w:footer="9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ACB" w:rsidRDefault="00743ACB">
      <w:r>
        <w:separator/>
      </w:r>
    </w:p>
  </w:endnote>
  <w:endnote w:type="continuationSeparator" w:id="0">
    <w:p w:rsidR="00743ACB" w:rsidRDefault="00743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E9C" w:rsidRDefault="003D3E9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3E1" w:rsidRPr="004F2D6D" w:rsidRDefault="00BE0E58" w:rsidP="00FF5224">
    <w:pPr>
      <w:pStyle w:val="Default"/>
      <w:spacing w:line="276" w:lineRule="auto"/>
      <w:rPr>
        <w:rFonts w:asciiTheme="minorHAnsi" w:hAnsiTheme="minorHAnsi" w:cstheme="minorHAnsi"/>
        <w:sz w:val="16"/>
        <w:szCs w:val="16"/>
        <w:lang w:eastAsia="ar-SA"/>
      </w:rPr>
    </w:pPr>
    <w:r w:rsidRPr="004F2D6D">
      <w:rPr>
        <w:rFonts w:asciiTheme="minorHAnsi" w:hAnsiTheme="minorHAnsi" w:cs="Arial"/>
        <w:sz w:val="16"/>
        <w:szCs w:val="16"/>
      </w:rPr>
      <w:t>201</w:t>
    </w:r>
    <w:r w:rsidR="000A6309" w:rsidRPr="004F2D6D">
      <w:rPr>
        <w:rFonts w:asciiTheme="minorHAnsi" w:hAnsiTheme="minorHAnsi" w:cs="Arial"/>
        <w:sz w:val="16"/>
        <w:szCs w:val="16"/>
      </w:rPr>
      <w:t>9</w:t>
    </w:r>
    <w:r w:rsidR="0023175B">
      <w:rPr>
        <w:rFonts w:asciiTheme="minorHAnsi" w:hAnsiTheme="minorHAnsi" w:cs="Arial"/>
        <w:sz w:val="16"/>
        <w:szCs w:val="16"/>
      </w:rPr>
      <w:t>03</w:t>
    </w:r>
    <w:r w:rsidR="003D3E9C">
      <w:rPr>
        <w:rFonts w:asciiTheme="minorHAnsi" w:hAnsiTheme="minorHAnsi" w:cs="Arial"/>
        <w:sz w:val="16"/>
        <w:szCs w:val="16"/>
      </w:rPr>
      <w:t>141755</w:t>
    </w:r>
    <w:r w:rsidR="00FF5224" w:rsidRPr="004F2D6D">
      <w:rPr>
        <w:rFonts w:asciiTheme="minorHAnsi" w:hAnsiTheme="minorHAnsi" w:cstheme="minorHAnsi"/>
        <w:b/>
        <w:sz w:val="16"/>
        <w:szCs w:val="16"/>
      </w:rPr>
      <w:t xml:space="preserve"> </w:t>
    </w:r>
    <w:r w:rsidR="00D529DA" w:rsidRPr="004F2D6D">
      <w:rPr>
        <w:rFonts w:asciiTheme="minorHAnsi" w:hAnsiTheme="minorHAnsi" w:cstheme="minorHAnsi"/>
        <w:b/>
        <w:sz w:val="16"/>
        <w:szCs w:val="16"/>
      </w:rPr>
      <w:t xml:space="preserve">Progetto A2.2_PR1819_27_P8 _Campionati Studenteschi _ ATLETICA SU PISTA </w:t>
    </w:r>
    <w:r w:rsidR="00502EF4" w:rsidRPr="004F2D6D">
      <w:rPr>
        <w:rFonts w:asciiTheme="minorHAnsi" w:hAnsiTheme="minorHAnsi" w:cstheme="minorHAnsi"/>
        <w:b/>
        <w:sz w:val="16"/>
        <w:szCs w:val="16"/>
      </w:rPr>
      <w:t xml:space="preserve"> </w:t>
    </w:r>
    <w:r w:rsidR="00D529DA" w:rsidRPr="004F2D6D">
      <w:rPr>
        <w:rFonts w:asciiTheme="minorHAnsi" w:hAnsiTheme="minorHAnsi" w:cstheme="minorHAnsi"/>
        <w:b/>
        <w:sz w:val="16"/>
        <w:szCs w:val="16"/>
      </w:rPr>
      <w:t>finale p</w:t>
    </w:r>
    <w:r w:rsidR="0023175B">
      <w:rPr>
        <w:rFonts w:asciiTheme="minorHAnsi" w:hAnsiTheme="minorHAnsi" w:cstheme="minorHAnsi"/>
        <w:b/>
        <w:sz w:val="16"/>
        <w:szCs w:val="16"/>
      </w:rPr>
      <w:t>rovinciale 2</w:t>
    </w:r>
    <w:r w:rsidR="004F2D6D">
      <w:rPr>
        <w:rFonts w:asciiTheme="minorHAnsi" w:hAnsiTheme="minorHAnsi" w:cstheme="minorHAnsi"/>
        <w:b/>
        <w:sz w:val="16"/>
        <w:szCs w:val="16"/>
      </w:rPr>
      <w:t xml:space="preserve">° grado_ Ancona  </w:t>
    </w:r>
    <w:r w:rsidR="0023175B">
      <w:rPr>
        <w:rFonts w:asciiTheme="minorHAnsi" w:hAnsiTheme="minorHAnsi" w:cstheme="minorHAnsi"/>
        <w:b/>
        <w:sz w:val="16"/>
        <w:szCs w:val="16"/>
      </w:rPr>
      <w:t>10.04</w:t>
    </w:r>
    <w:r w:rsidR="004F2D6D">
      <w:rPr>
        <w:rFonts w:asciiTheme="minorHAnsi" w:hAnsiTheme="minorHAnsi" w:cstheme="minorHAnsi"/>
        <w:b/>
        <w:sz w:val="16"/>
        <w:szCs w:val="16"/>
      </w:rPr>
      <w:t>.19</w:t>
    </w:r>
  </w:p>
  <w:p w:rsidR="0038302E" w:rsidRPr="00C107D9" w:rsidRDefault="00B813E1" w:rsidP="00B813E1">
    <w:pPr>
      <w:pStyle w:val="Pidipagin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rPr>
        <w:rFonts w:asciiTheme="minorHAnsi" w:hAnsiTheme="minorHAnsi" w:cs="Tahoma"/>
        <w:sz w:val="18"/>
        <w:szCs w:val="18"/>
      </w:rPr>
    </w:pPr>
    <w:r w:rsidRPr="00C107D9">
      <w:rPr>
        <w:rFonts w:asciiTheme="minorHAnsi" w:hAnsiTheme="minorHAnsi" w:cs="Tahoma"/>
        <w:sz w:val="18"/>
        <w:szCs w:val="18"/>
      </w:rPr>
      <w:t xml:space="preserve">Referente attività istruttoria:  </w:t>
    </w:r>
    <w:r w:rsidR="0038302E">
      <w:rPr>
        <w:rFonts w:asciiTheme="minorHAnsi" w:hAnsiTheme="minorHAnsi" w:cs="Tahoma"/>
        <w:sz w:val="18"/>
        <w:szCs w:val="18"/>
      </w:rPr>
      <w:t xml:space="preserve">Paola </w:t>
    </w:r>
    <w:proofErr w:type="spellStart"/>
    <w:r w:rsidR="0038302E">
      <w:rPr>
        <w:rFonts w:asciiTheme="minorHAnsi" w:hAnsiTheme="minorHAnsi" w:cs="Tahoma"/>
        <w:sz w:val="18"/>
        <w:szCs w:val="18"/>
      </w:rPr>
      <w:t>Tedde</w:t>
    </w:r>
    <w:proofErr w:type="spellEnd"/>
    <w:r w:rsidR="0038302E">
      <w:rPr>
        <w:rFonts w:asciiTheme="minorHAnsi" w:hAnsiTheme="minorHAnsi" w:cs="Tahoma"/>
        <w:sz w:val="18"/>
        <w:szCs w:val="18"/>
      </w:rPr>
      <w:t xml:space="preserve">                   </w:t>
    </w:r>
    <w:r w:rsidRPr="00C107D9">
      <w:rPr>
        <w:rFonts w:asciiTheme="minorHAnsi" w:hAnsiTheme="minorHAnsi" w:cs="Tahoma"/>
        <w:sz w:val="18"/>
        <w:szCs w:val="18"/>
      </w:rPr>
      <w:t xml:space="preserve">Tel. 071 2295462                    e-mail: </w:t>
    </w:r>
    <w:hyperlink r:id="rId1" w:history="1">
      <w:r w:rsidR="0038302E" w:rsidRPr="00534927">
        <w:rPr>
          <w:rStyle w:val="Collegamentoipertestuale"/>
          <w:rFonts w:asciiTheme="minorHAnsi" w:hAnsiTheme="minorHAnsi" w:cs="Tahoma"/>
          <w:sz w:val="18"/>
          <w:szCs w:val="18"/>
        </w:rPr>
        <w:t>uefs.an@istruzione.it</w:t>
      </w:r>
    </w:hyperlink>
  </w:p>
  <w:p w:rsidR="00B813E1" w:rsidRPr="00C107D9" w:rsidRDefault="00B813E1" w:rsidP="00B813E1">
    <w:pPr>
      <w:pStyle w:val="Pidipagin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rPr>
        <w:rFonts w:asciiTheme="minorHAnsi" w:hAnsiTheme="minorHAnsi"/>
        <w:sz w:val="18"/>
        <w:szCs w:val="18"/>
      </w:rPr>
    </w:pPr>
    <w:r w:rsidRPr="00C107D9">
      <w:rPr>
        <w:rFonts w:asciiTheme="minorHAnsi" w:hAnsiTheme="minorHAnsi"/>
        <w:sz w:val="18"/>
        <w:szCs w:val="18"/>
      </w:rPr>
      <w:t xml:space="preserve">Referente del procedimento: </w:t>
    </w:r>
    <w:r w:rsidR="000A6309">
      <w:rPr>
        <w:rFonts w:asciiTheme="minorHAnsi" w:hAnsiTheme="minorHAnsi"/>
        <w:sz w:val="18"/>
        <w:szCs w:val="18"/>
      </w:rPr>
      <w:t>Marco Petrini</w:t>
    </w:r>
    <w:r w:rsidRPr="00C107D9">
      <w:rPr>
        <w:rFonts w:asciiTheme="minorHAnsi" w:hAnsiTheme="minorHAnsi"/>
        <w:sz w:val="18"/>
        <w:szCs w:val="18"/>
      </w:rPr>
      <w:t xml:space="preserve"> </w:t>
    </w:r>
    <w:r w:rsidR="00C107D9">
      <w:rPr>
        <w:rFonts w:asciiTheme="minorHAnsi" w:hAnsiTheme="minorHAnsi"/>
        <w:sz w:val="18"/>
        <w:szCs w:val="18"/>
      </w:rPr>
      <w:t xml:space="preserve">      </w:t>
    </w:r>
    <w:r w:rsidRPr="00C107D9">
      <w:rPr>
        <w:rFonts w:asciiTheme="minorHAnsi" w:hAnsiTheme="minorHAnsi"/>
        <w:sz w:val="18"/>
        <w:szCs w:val="18"/>
      </w:rPr>
      <w:t xml:space="preserve">Tel. 071 2295437 </w:t>
    </w:r>
    <w:r w:rsidR="00C107D9">
      <w:rPr>
        <w:rFonts w:asciiTheme="minorHAnsi" w:hAnsiTheme="minorHAnsi"/>
        <w:sz w:val="18"/>
        <w:szCs w:val="18"/>
      </w:rPr>
      <w:t xml:space="preserve">                   </w:t>
    </w:r>
    <w:r w:rsidRPr="00C107D9">
      <w:rPr>
        <w:rFonts w:asciiTheme="minorHAnsi" w:hAnsiTheme="minorHAnsi"/>
        <w:sz w:val="18"/>
        <w:szCs w:val="18"/>
      </w:rPr>
      <w:t xml:space="preserve">e-mail: </w:t>
    </w:r>
    <w:hyperlink r:id="rId2" w:history="1">
      <w:r w:rsidRPr="00C107D9">
        <w:rPr>
          <w:rStyle w:val="Collegamentoipertestuale"/>
          <w:rFonts w:asciiTheme="minorHAnsi" w:hAnsiTheme="minorHAnsi"/>
          <w:sz w:val="18"/>
          <w:szCs w:val="18"/>
        </w:rPr>
        <w:t>michelangela.ionna@istruzione.it</w:t>
      </w:r>
    </w:hyperlink>
  </w:p>
  <w:p w:rsidR="00EB0EE7" w:rsidRDefault="00EB0EE7" w:rsidP="00CE0544">
    <w:pPr>
      <w:pStyle w:val="Pidipagina"/>
      <w:jc w:val="both"/>
      <w:rPr>
        <w:rFonts w:asciiTheme="minorHAnsi" w:hAnsiTheme="minorHAnsi" w:cs="Arial"/>
        <w:sz w:val="18"/>
        <w:szCs w:val="18"/>
      </w:rPr>
    </w:pPr>
    <w:r>
      <w:rPr>
        <w:rFonts w:asciiTheme="minorHAnsi" w:hAnsiTheme="minorHAnsi" w:cs="Arial"/>
        <w:sz w:val="18"/>
        <w:szCs w:val="18"/>
      </w:rPr>
      <w:t xml:space="preserve">Via XXV Aprile, 19  - </w:t>
    </w:r>
    <w:r>
      <w:rPr>
        <w:rFonts w:asciiTheme="minorHAnsi" w:hAnsiTheme="minorHAnsi" w:cs="Arial"/>
        <w:smallCaps/>
        <w:sz w:val="18"/>
        <w:szCs w:val="18"/>
      </w:rPr>
      <w:t>Ancona</w:t>
    </w:r>
    <w:r>
      <w:rPr>
        <w:rFonts w:asciiTheme="minorHAnsi" w:hAnsiTheme="minorHAnsi" w:cs="Arial"/>
        <w:sz w:val="18"/>
        <w:szCs w:val="18"/>
      </w:rPr>
      <w:t xml:space="preserve"> - tel. 071 22 951 –  indirizzo posta elettronica certificata </w:t>
    </w:r>
    <w:hyperlink r:id="rId3" w:history="1">
      <w:r>
        <w:rPr>
          <w:rStyle w:val="Collegamentoipertestuale"/>
          <w:rFonts w:asciiTheme="minorHAnsi" w:hAnsiTheme="minorHAnsi" w:cs="Arial"/>
          <w:sz w:val="18"/>
          <w:szCs w:val="18"/>
        </w:rPr>
        <w:t>drma@postacert.istruzione.it</w:t>
      </w:r>
    </w:hyperlink>
  </w:p>
  <w:p w:rsidR="00EB0EE7" w:rsidRDefault="00EB0EE7" w:rsidP="00CE0544">
    <w:pPr>
      <w:pStyle w:val="Pidipagina"/>
      <w:jc w:val="both"/>
      <w:rPr>
        <w:rFonts w:asciiTheme="minorHAnsi" w:hAnsiTheme="minorHAnsi" w:cs="Arial"/>
        <w:sz w:val="18"/>
        <w:szCs w:val="18"/>
      </w:rPr>
    </w:pPr>
    <w:r>
      <w:rPr>
        <w:rFonts w:asciiTheme="minorHAnsi" w:hAnsiTheme="minorHAnsi" w:cs="Arial"/>
        <w:sz w:val="18"/>
        <w:szCs w:val="18"/>
      </w:rPr>
      <w:t xml:space="preserve">indirizzo posta elettronica ordinaria </w:t>
    </w:r>
    <w:hyperlink r:id="rId4" w:history="1">
      <w:r>
        <w:rPr>
          <w:rStyle w:val="Collegamentoipertestuale"/>
          <w:rFonts w:asciiTheme="minorHAnsi" w:hAnsiTheme="minorHAnsi" w:cs="Arial"/>
          <w:sz w:val="18"/>
          <w:szCs w:val="18"/>
        </w:rPr>
        <w:t>direzione-marche@istruzione.it</w:t>
      </w:r>
    </w:hyperlink>
    <w:r>
      <w:rPr>
        <w:rFonts w:asciiTheme="minorHAnsi" w:hAnsiTheme="minorHAnsi" w:cs="Arial"/>
        <w:sz w:val="18"/>
        <w:szCs w:val="18"/>
      </w:rPr>
      <w:t xml:space="preserve"> – sito WEB </w:t>
    </w:r>
    <w:hyperlink r:id="rId5" w:history="1">
      <w:r>
        <w:rPr>
          <w:rStyle w:val="Collegamentoipertestuale"/>
          <w:rFonts w:asciiTheme="minorHAnsi" w:hAnsiTheme="minorHAnsi" w:cs="Arial"/>
          <w:sz w:val="18"/>
          <w:szCs w:val="18"/>
        </w:rPr>
        <w:t>http://www.marche.istruzione.it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E9C" w:rsidRDefault="003D3E9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ACB" w:rsidRDefault="00743ACB">
      <w:r>
        <w:separator/>
      </w:r>
    </w:p>
  </w:footnote>
  <w:footnote w:type="continuationSeparator" w:id="0">
    <w:p w:rsidR="00743ACB" w:rsidRDefault="00743A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E9C" w:rsidRDefault="003D3E9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CB5" w:rsidRPr="006E4A3F" w:rsidRDefault="002E6CB5" w:rsidP="003244A9">
    <w:pPr>
      <w:pStyle w:val="Intestazione"/>
      <w:spacing w:after="60"/>
      <w:rPr>
        <w:rFonts w:ascii="Palace Script MT" w:hAnsi="Palace Script MT"/>
        <w:w w:val="66"/>
        <w:sz w:val="16"/>
        <w:szCs w:val="16"/>
      </w:rPr>
    </w:pPr>
  </w:p>
  <w:p w:rsidR="002E6CB5" w:rsidRDefault="00D256A6" w:rsidP="001328E3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 wp14:anchorId="31CA3AE4" wp14:editId="36420463">
          <wp:extent cx="428625" cy="428625"/>
          <wp:effectExtent l="0" t="0" r="9525" b="9525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:rsidR="00787314" w:rsidRPr="003244A9" w:rsidRDefault="002E6CB5" w:rsidP="003244A9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Direzione Generale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E9C" w:rsidRDefault="003D3E9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05EF8"/>
    <w:multiLevelType w:val="hybridMultilevel"/>
    <w:tmpl w:val="25D4B90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9406B4"/>
    <w:multiLevelType w:val="hybridMultilevel"/>
    <w:tmpl w:val="6D3C0560"/>
    <w:lvl w:ilvl="0" w:tplc="63E23804">
      <w:start w:val="2017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292AE8"/>
    <w:multiLevelType w:val="hybridMultilevel"/>
    <w:tmpl w:val="92D4418E"/>
    <w:lvl w:ilvl="0" w:tplc="0410000B">
      <w:start w:val="1"/>
      <w:numFmt w:val="bullet"/>
      <w:lvlText w:val=""/>
      <w:lvlJc w:val="left"/>
      <w:pPr>
        <w:ind w:left="141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6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4C41B16"/>
    <w:multiLevelType w:val="hybridMultilevel"/>
    <w:tmpl w:val="B6100A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2A5DAC"/>
    <w:multiLevelType w:val="multilevel"/>
    <w:tmpl w:val="BA5009E6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9">
    <w:nsid w:val="29B54279"/>
    <w:multiLevelType w:val="multilevel"/>
    <w:tmpl w:val="9A0EB73A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0">
    <w:nsid w:val="2AFA0350"/>
    <w:multiLevelType w:val="hybridMultilevel"/>
    <w:tmpl w:val="550E7614"/>
    <w:lvl w:ilvl="0" w:tplc="5E369D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2F4928"/>
    <w:multiLevelType w:val="hybridMultilevel"/>
    <w:tmpl w:val="44F28638"/>
    <w:lvl w:ilvl="0" w:tplc="B12A3950">
      <w:numFmt w:val="bullet"/>
      <w:lvlText w:val="•"/>
      <w:lvlJc w:val="left"/>
      <w:pPr>
        <w:ind w:left="1080" w:hanging="360"/>
      </w:pPr>
      <w:rPr>
        <w:rFonts w:ascii="Calibri" w:eastAsia="Times New Roman" w:hAnsi="Calibri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01E1CB9"/>
    <w:multiLevelType w:val="hybridMultilevel"/>
    <w:tmpl w:val="575CD60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1474BC"/>
    <w:multiLevelType w:val="hybridMultilevel"/>
    <w:tmpl w:val="271230A8"/>
    <w:lvl w:ilvl="0" w:tplc="0410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4">
    <w:nsid w:val="35596556"/>
    <w:multiLevelType w:val="hybridMultilevel"/>
    <w:tmpl w:val="5BB485E8"/>
    <w:lvl w:ilvl="0" w:tplc="455EAD5E">
      <w:start w:val="2017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186059"/>
    <w:multiLevelType w:val="hybridMultilevel"/>
    <w:tmpl w:val="A07A14FC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B53FFB"/>
    <w:multiLevelType w:val="hybridMultilevel"/>
    <w:tmpl w:val="D030396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09723E6"/>
    <w:multiLevelType w:val="multilevel"/>
    <w:tmpl w:val="EFEE3310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8">
    <w:nsid w:val="412F6C45"/>
    <w:multiLevelType w:val="hybridMultilevel"/>
    <w:tmpl w:val="B9C8E8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BA3216"/>
    <w:multiLevelType w:val="hybridMultilevel"/>
    <w:tmpl w:val="5846FA3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B15B7B"/>
    <w:multiLevelType w:val="hybridMultilevel"/>
    <w:tmpl w:val="7EF02DA4"/>
    <w:lvl w:ilvl="0" w:tplc="0410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>
    <w:nsid w:val="532450DA"/>
    <w:multiLevelType w:val="hybridMultilevel"/>
    <w:tmpl w:val="6E6C936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0B84B9A"/>
    <w:multiLevelType w:val="hybridMultilevel"/>
    <w:tmpl w:val="2FF40D9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17F1D19"/>
    <w:multiLevelType w:val="hybridMultilevel"/>
    <w:tmpl w:val="D6EA7E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996C3A"/>
    <w:multiLevelType w:val="hybridMultilevel"/>
    <w:tmpl w:val="86C4A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A34BDD"/>
    <w:multiLevelType w:val="hybridMultilevel"/>
    <w:tmpl w:val="2834E06E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>
    <w:nsid w:val="6DE24C0C"/>
    <w:multiLevelType w:val="hybridMultilevel"/>
    <w:tmpl w:val="68DC33D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FDB61D4"/>
    <w:multiLevelType w:val="hybridMultilevel"/>
    <w:tmpl w:val="EBACAAC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23E7DC2"/>
    <w:multiLevelType w:val="hybridMultilevel"/>
    <w:tmpl w:val="A574EFC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6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24"/>
  </w:num>
  <w:num w:numId="7">
    <w:abstractNumId w:val="26"/>
  </w:num>
  <w:num w:numId="8">
    <w:abstractNumId w:val="17"/>
  </w:num>
  <w:num w:numId="9">
    <w:abstractNumId w:val="9"/>
  </w:num>
  <w:num w:numId="10">
    <w:abstractNumId w:val="8"/>
  </w:num>
  <w:num w:numId="11">
    <w:abstractNumId w:val="13"/>
  </w:num>
  <w:num w:numId="12">
    <w:abstractNumId w:val="27"/>
  </w:num>
  <w:num w:numId="13">
    <w:abstractNumId w:val="22"/>
  </w:num>
  <w:num w:numId="14">
    <w:abstractNumId w:val="18"/>
  </w:num>
  <w:num w:numId="15">
    <w:abstractNumId w:val="21"/>
  </w:num>
  <w:num w:numId="16">
    <w:abstractNumId w:val="23"/>
  </w:num>
  <w:num w:numId="17">
    <w:abstractNumId w:val="15"/>
  </w:num>
  <w:num w:numId="18">
    <w:abstractNumId w:val="28"/>
  </w:num>
  <w:num w:numId="19">
    <w:abstractNumId w:val="14"/>
  </w:num>
  <w:num w:numId="20">
    <w:abstractNumId w:val="4"/>
  </w:num>
  <w:num w:numId="21">
    <w:abstractNumId w:val="10"/>
  </w:num>
  <w:num w:numId="22">
    <w:abstractNumId w:val="20"/>
  </w:num>
  <w:num w:numId="23">
    <w:abstractNumId w:val="3"/>
  </w:num>
  <w:num w:numId="24">
    <w:abstractNumId w:val="16"/>
  </w:num>
  <w:num w:numId="25">
    <w:abstractNumId w:val="11"/>
  </w:num>
  <w:num w:numId="26">
    <w:abstractNumId w:val="25"/>
  </w:num>
  <w:num w:numId="27">
    <w:abstractNumId w:val="12"/>
  </w:num>
  <w:num w:numId="28">
    <w:abstractNumId w:val="5"/>
  </w:num>
  <w:num w:numId="29">
    <w:abstractNumId w:val="19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EE7"/>
    <w:rsid w:val="0000284C"/>
    <w:rsid w:val="00003930"/>
    <w:rsid w:val="00013122"/>
    <w:rsid w:val="0002396F"/>
    <w:rsid w:val="00027391"/>
    <w:rsid w:val="000305A1"/>
    <w:rsid w:val="00031108"/>
    <w:rsid w:val="000336A8"/>
    <w:rsid w:val="00052666"/>
    <w:rsid w:val="00062663"/>
    <w:rsid w:val="00065854"/>
    <w:rsid w:val="000734D8"/>
    <w:rsid w:val="0008118F"/>
    <w:rsid w:val="000872BC"/>
    <w:rsid w:val="00094CA7"/>
    <w:rsid w:val="000A28B3"/>
    <w:rsid w:val="000A4D1B"/>
    <w:rsid w:val="000A4E09"/>
    <w:rsid w:val="000A6309"/>
    <w:rsid w:val="000C6FA8"/>
    <w:rsid w:val="000D4048"/>
    <w:rsid w:val="000E1876"/>
    <w:rsid w:val="000E6923"/>
    <w:rsid w:val="000E77B9"/>
    <w:rsid w:val="000F18B2"/>
    <w:rsid w:val="001028A5"/>
    <w:rsid w:val="001067CE"/>
    <w:rsid w:val="0011034B"/>
    <w:rsid w:val="00115302"/>
    <w:rsid w:val="001169C1"/>
    <w:rsid w:val="001230F1"/>
    <w:rsid w:val="001321A3"/>
    <w:rsid w:val="001328E3"/>
    <w:rsid w:val="00134A7F"/>
    <w:rsid w:val="00136AAF"/>
    <w:rsid w:val="00140505"/>
    <w:rsid w:val="00140EC3"/>
    <w:rsid w:val="00142886"/>
    <w:rsid w:val="001446D9"/>
    <w:rsid w:val="00160F25"/>
    <w:rsid w:val="0016426D"/>
    <w:rsid w:val="001705F8"/>
    <w:rsid w:val="0017119C"/>
    <w:rsid w:val="001730C7"/>
    <w:rsid w:val="00195202"/>
    <w:rsid w:val="001A53D4"/>
    <w:rsid w:val="001A5F59"/>
    <w:rsid w:val="001B2388"/>
    <w:rsid w:val="001B31D8"/>
    <w:rsid w:val="001B4265"/>
    <w:rsid w:val="001B5E73"/>
    <w:rsid w:val="001C127B"/>
    <w:rsid w:val="001C4641"/>
    <w:rsid w:val="001C586C"/>
    <w:rsid w:val="001C58A5"/>
    <w:rsid w:val="001E03DF"/>
    <w:rsid w:val="001E1647"/>
    <w:rsid w:val="00203ECA"/>
    <w:rsid w:val="00211D07"/>
    <w:rsid w:val="00225832"/>
    <w:rsid w:val="00226453"/>
    <w:rsid w:val="0023175B"/>
    <w:rsid w:val="002361FA"/>
    <w:rsid w:val="00236CE8"/>
    <w:rsid w:val="00243475"/>
    <w:rsid w:val="00243D68"/>
    <w:rsid w:val="00247B14"/>
    <w:rsid w:val="00251C91"/>
    <w:rsid w:val="00260575"/>
    <w:rsid w:val="002637A9"/>
    <w:rsid w:val="00266435"/>
    <w:rsid w:val="00281D4C"/>
    <w:rsid w:val="00286A6E"/>
    <w:rsid w:val="00293CE5"/>
    <w:rsid w:val="00293F1A"/>
    <w:rsid w:val="00294E12"/>
    <w:rsid w:val="00297DB7"/>
    <w:rsid w:val="002A2A80"/>
    <w:rsid w:val="002A4290"/>
    <w:rsid w:val="002B5F28"/>
    <w:rsid w:val="002C2747"/>
    <w:rsid w:val="002C3A25"/>
    <w:rsid w:val="002C5ECD"/>
    <w:rsid w:val="002D3DF5"/>
    <w:rsid w:val="002D58C3"/>
    <w:rsid w:val="002D66FA"/>
    <w:rsid w:val="002E1E4C"/>
    <w:rsid w:val="002E639B"/>
    <w:rsid w:val="002E6CB5"/>
    <w:rsid w:val="002F39BA"/>
    <w:rsid w:val="002F45C3"/>
    <w:rsid w:val="002F60CE"/>
    <w:rsid w:val="002F75C2"/>
    <w:rsid w:val="003063DD"/>
    <w:rsid w:val="00316AF2"/>
    <w:rsid w:val="00321136"/>
    <w:rsid w:val="003244A9"/>
    <w:rsid w:val="00325D26"/>
    <w:rsid w:val="00326968"/>
    <w:rsid w:val="00330D05"/>
    <w:rsid w:val="00340F90"/>
    <w:rsid w:val="00355DF7"/>
    <w:rsid w:val="00363382"/>
    <w:rsid w:val="0036366B"/>
    <w:rsid w:val="00366EB8"/>
    <w:rsid w:val="0038302E"/>
    <w:rsid w:val="00385BDF"/>
    <w:rsid w:val="003918AC"/>
    <w:rsid w:val="0039235A"/>
    <w:rsid w:val="00394C2D"/>
    <w:rsid w:val="00396DCD"/>
    <w:rsid w:val="003A2189"/>
    <w:rsid w:val="003B10D1"/>
    <w:rsid w:val="003B4C21"/>
    <w:rsid w:val="003B699C"/>
    <w:rsid w:val="003C4A5D"/>
    <w:rsid w:val="003C6398"/>
    <w:rsid w:val="003D3E9C"/>
    <w:rsid w:val="003D5635"/>
    <w:rsid w:val="003E128A"/>
    <w:rsid w:val="003E5EE2"/>
    <w:rsid w:val="003F0059"/>
    <w:rsid w:val="003F0EE0"/>
    <w:rsid w:val="003F5450"/>
    <w:rsid w:val="003F7EC1"/>
    <w:rsid w:val="004042D6"/>
    <w:rsid w:val="00412C31"/>
    <w:rsid w:val="0041494F"/>
    <w:rsid w:val="00415B92"/>
    <w:rsid w:val="00424149"/>
    <w:rsid w:val="004272C9"/>
    <w:rsid w:val="00427F65"/>
    <w:rsid w:val="004305C1"/>
    <w:rsid w:val="00433C0E"/>
    <w:rsid w:val="00444152"/>
    <w:rsid w:val="00447D69"/>
    <w:rsid w:val="00451041"/>
    <w:rsid w:val="00451B49"/>
    <w:rsid w:val="00453C1B"/>
    <w:rsid w:val="0047283F"/>
    <w:rsid w:val="004842CA"/>
    <w:rsid w:val="0049239C"/>
    <w:rsid w:val="004A6251"/>
    <w:rsid w:val="004B4A43"/>
    <w:rsid w:val="004F2D6D"/>
    <w:rsid w:val="00500132"/>
    <w:rsid w:val="00502EF4"/>
    <w:rsid w:val="0050345F"/>
    <w:rsid w:val="00504C84"/>
    <w:rsid w:val="00512AA4"/>
    <w:rsid w:val="005173B6"/>
    <w:rsid w:val="00517757"/>
    <w:rsid w:val="00521DA1"/>
    <w:rsid w:val="00527FC3"/>
    <w:rsid w:val="00536E7C"/>
    <w:rsid w:val="00540654"/>
    <w:rsid w:val="005558BE"/>
    <w:rsid w:val="00565396"/>
    <w:rsid w:val="0056605C"/>
    <w:rsid w:val="00582537"/>
    <w:rsid w:val="005837A9"/>
    <w:rsid w:val="00586341"/>
    <w:rsid w:val="00593D05"/>
    <w:rsid w:val="00597F64"/>
    <w:rsid w:val="005A16AD"/>
    <w:rsid w:val="005A170D"/>
    <w:rsid w:val="005A21E0"/>
    <w:rsid w:val="005B1070"/>
    <w:rsid w:val="005C15CF"/>
    <w:rsid w:val="005D0EF5"/>
    <w:rsid w:val="005D256F"/>
    <w:rsid w:val="005D336C"/>
    <w:rsid w:val="005E0DCE"/>
    <w:rsid w:val="005E199E"/>
    <w:rsid w:val="005E5D3E"/>
    <w:rsid w:val="005E6ACB"/>
    <w:rsid w:val="005E72F2"/>
    <w:rsid w:val="00615A3F"/>
    <w:rsid w:val="0062214C"/>
    <w:rsid w:val="006352AB"/>
    <w:rsid w:val="006358E8"/>
    <w:rsid w:val="00636819"/>
    <w:rsid w:val="00643058"/>
    <w:rsid w:val="00645676"/>
    <w:rsid w:val="006503BD"/>
    <w:rsid w:val="0066114A"/>
    <w:rsid w:val="00686718"/>
    <w:rsid w:val="0069185A"/>
    <w:rsid w:val="006A2BB1"/>
    <w:rsid w:val="006B0AC1"/>
    <w:rsid w:val="006B34B4"/>
    <w:rsid w:val="006B4A54"/>
    <w:rsid w:val="006B5FA0"/>
    <w:rsid w:val="006C314F"/>
    <w:rsid w:val="006D43B8"/>
    <w:rsid w:val="006D7D14"/>
    <w:rsid w:val="006E4A3F"/>
    <w:rsid w:val="006E4B7E"/>
    <w:rsid w:val="006E5B4A"/>
    <w:rsid w:val="006E5E8B"/>
    <w:rsid w:val="006E7B53"/>
    <w:rsid w:val="00704D76"/>
    <w:rsid w:val="00711397"/>
    <w:rsid w:val="007173A7"/>
    <w:rsid w:val="00717931"/>
    <w:rsid w:val="007228EE"/>
    <w:rsid w:val="00725996"/>
    <w:rsid w:val="0072734B"/>
    <w:rsid w:val="00730FF0"/>
    <w:rsid w:val="00734663"/>
    <w:rsid w:val="00736EA6"/>
    <w:rsid w:val="00737064"/>
    <w:rsid w:val="0073795F"/>
    <w:rsid w:val="00743ACB"/>
    <w:rsid w:val="00750234"/>
    <w:rsid w:val="00773CDB"/>
    <w:rsid w:val="00777C59"/>
    <w:rsid w:val="007863FF"/>
    <w:rsid w:val="00786CFE"/>
    <w:rsid w:val="00787314"/>
    <w:rsid w:val="007A1F54"/>
    <w:rsid w:val="007A7544"/>
    <w:rsid w:val="007B3A49"/>
    <w:rsid w:val="007D1694"/>
    <w:rsid w:val="007D21A9"/>
    <w:rsid w:val="007D78B7"/>
    <w:rsid w:val="007E4897"/>
    <w:rsid w:val="007F4EE5"/>
    <w:rsid w:val="007F6B4A"/>
    <w:rsid w:val="00801574"/>
    <w:rsid w:val="00805F59"/>
    <w:rsid w:val="0080628A"/>
    <w:rsid w:val="00815C24"/>
    <w:rsid w:val="00816A41"/>
    <w:rsid w:val="00820087"/>
    <w:rsid w:val="0083067D"/>
    <w:rsid w:val="00831A5E"/>
    <w:rsid w:val="00834F58"/>
    <w:rsid w:val="00835A1B"/>
    <w:rsid w:val="00846F5C"/>
    <w:rsid w:val="008524F9"/>
    <w:rsid w:val="00853A85"/>
    <w:rsid w:val="00856D0E"/>
    <w:rsid w:val="008571E8"/>
    <w:rsid w:val="00861126"/>
    <w:rsid w:val="00867563"/>
    <w:rsid w:val="00867FB7"/>
    <w:rsid w:val="00872342"/>
    <w:rsid w:val="0089222D"/>
    <w:rsid w:val="008A3D06"/>
    <w:rsid w:val="008B4793"/>
    <w:rsid w:val="008C190B"/>
    <w:rsid w:val="008C5CA0"/>
    <w:rsid w:val="008C7A02"/>
    <w:rsid w:val="008D1075"/>
    <w:rsid w:val="008E34D8"/>
    <w:rsid w:val="008F180E"/>
    <w:rsid w:val="00900512"/>
    <w:rsid w:val="0091014A"/>
    <w:rsid w:val="00911C62"/>
    <w:rsid w:val="00914AB6"/>
    <w:rsid w:val="00915996"/>
    <w:rsid w:val="00920D49"/>
    <w:rsid w:val="00924615"/>
    <w:rsid w:val="0093649D"/>
    <w:rsid w:val="00941DE5"/>
    <w:rsid w:val="009474DC"/>
    <w:rsid w:val="0095088A"/>
    <w:rsid w:val="00950C63"/>
    <w:rsid w:val="00952391"/>
    <w:rsid w:val="00960740"/>
    <w:rsid w:val="00962AF0"/>
    <w:rsid w:val="00962F77"/>
    <w:rsid w:val="00970A11"/>
    <w:rsid w:val="00974519"/>
    <w:rsid w:val="00974E22"/>
    <w:rsid w:val="009758DB"/>
    <w:rsid w:val="00976406"/>
    <w:rsid w:val="009860EA"/>
    <w:rsid w:val="0098790A"/>
    <w:rsid w:val="00990D6F"/>
    <w:rsid w:val="00995801"/>
    <w:rsid w:val="009A0AE7"/>
    <w:rsid w:val="009A270E"/>
    <w:rsid w:val="009A5CFE"/>
    <w:rsid w:val="009A67A5"/>
    <w:rsid w:val="009C04AF"/>
    <w:rsid w:val="009C4538"/>
    <w:rsid w:val="009C4F6D"/>
    <w:rsid w:val="009C6DB4"/>
    <w:rsid w:val="009E5C61"/>
    <w:rsid w:val="009E74FA"/>
    <w:rsid w:val="009F765D"/>
    <w:rsid w:val="00A03C7D"/>
    <w:rsid w:val="00A06A97"/>
    <w:rsid w:val="00A12FEF"/>
    <w:rsid w:val="00A16542"/>
    <w:rsid w:val="00A20276"/>
    <w:rsid w:val="00A25362"/>
    <w:rsid w:val="00A257AD"/>
    <w:rsid w:val="00A36DDF"/>
    <w:rsid w:val="00A41739"/>
    <w:rsid w:val="00A43D45"/>
    <w:rsid w:val="00A51971"/>
    <w:rsid w:val="00A52D60"/>
    <w:rsid w:val="00A64B9F"/>
    <w:rsid w:val="00A66913"/>
    <w:rsid w:val="00A71BE1"/>
    <w:rsid w:val="00A80E0E"/>
    <w:rsid w:val="00A81BC1"/>
    <w:rsid w:val="00A8393C"/>
    <w:rsid w:val="00A83D25"/>
    <w:rsid w:val="00AA2182"/>
    <w:rsid w:val="00AA4581"/>
    <w:rsid w:val="00AA5B13"/>
    <w:rsid w:val="00AA67A9"/>
    <w:rsid w:val="00AA7A72"/>
    <w:rsid w:val="00AC19A9"/>
    <w:rsid w:val="00AC3250"/>
    <w:rsid w:val="00AC63AB"/>
    <w:rsid w:val="00AC7260"/>
    <w:rsid w:val="00AD0206"/>
    <w:rsid w:val="00AD2437"/>
    <w:rsid w:val="00AD6B74"/>
    <w:rsid w:val="00AF08D8"/>
    <w:rsid w:val="00B01258"/>
    <w:rsid w:val="00B30234"/>
    <w:rsid w:val="00B342A9"/>
    <w:rsid w:val="00B42556"/>
    <w:rsid w:val="00B42EF0"/>
    <w:rsid w:val="00B439A7"/>
    <w:rsid w:val="00B44958"/>
    <w:rsid w:val="00B51369"/>
    <w:rsid w:val="00B56B10"/>
    <w:rsid w:val="00B62558"/>
    <w:rsid w:val="00B63F10"/>
    <w:rsid w:val="00B704B6"/>
    <w:rsid w:val="00B80A22"/>
    <w:rsid w:val="00B813E1"/>
    <w:rsid w:val="00B922AC"/>
    <w:rsid w:val="00B9297F"/>
    <w:rsid w:val="00B944A1"/>
    <w:rsid w:val="00B9479B"/>
    <w:rsid w:val="00BA4C0A"/>
    <w:rsid w:val="00BB1172"/>
    <w:rsid w:val="00BB7BF8"/>
    <w:rsid w:val="00BD4215"/>
    <w:rsid w:val="00BD718B"/>
    <w:rsid w:val="00BE0E58"/>
    <w:rsid w:val="00BE36B5"/>
    <w:rsid w:val="00BF00C2"/>
    <w:rsid w:val="00C01D89"/>
    <w:rsid w:val="00C05889"/>
    <w:rsid w:val="00C05DE6"/>
    <w:rsid w:val="00C107D9"/>
    <w:rsid w:val="00C248C8"/>
    <w:rsid w:val="00C42780"/>
    <w:rsid w:val="00C53192"/>
    <w:rsid w:val="00C6118A"/>
    <w:rsid w:val="00C64000"/>
    <w:rsid w:val="00C66C50"/>
    <w:rsid w:val="00C701BA"/>
    <w:rsid w:val="00C70734"/>
    <w:rsid w:val="00C74D71"/>
    <w:rsid w:val="00C777F9"/>
    <w:rsid w:val="00C805A7"/>
    <w:rsid w:val="00C83861"/>
    <w:rsid w:val="00C87D38"/>
    <w:rsid w:val="00C9392B"/>
    <w:rsid w:val="00CB05F3"/>
    <w:rsid w:val="00CC3989"/>
    <w:rsid w:val="00CD47B7"/>
    <w:rsid w:val="00CE0544"/>
    <w:rsid w:val="00CE146D"/>
    <w:rsid w:val="00CE188E"/>
    <w:rsid w:val="00CE3B95"/>
    <w:rsid w:val="00CF4216"/>
    <w:rsid w:val="00D02CBD"/>
    <w:rsid w:val="00D03683"/>
    <w:rsid w:val="00D05A7F"/>
    <w:rsid w:val="00D06B03"/>
    <w:rsid w:val="00D07749"/>
    <w:rsid w:val="00D1142B"/>
    <w:rsid w:val="00D2023A"/>
    <w:rsid w:val="00D205CB"/>
    <w:rsid w:val="00D256A6"/>
    <w:rsid w:val="00D30DA6"/>
    <w:rsid w:val="00D45BCA"/>
    <w:rsid w:val="00D5029E"/>
    <w:rsid w:val="00D529DA"/>
    <w:rsid w:val="00D7010A"/>
    <w:rsid w:val="00D70B9C"/>
    <w:rsid w:val="00D7611A"/>
    <w:rsid w:val="00D8095E"/>
    <w:rsid w:val="00D83871"/>
    <w:rsid w:val="00D876A3"/>
    <w:rsid w:val="00D91E7E"/>
    <w:rsid w:val="00D92914"/>
    <w:rsid w:val="00D92CC7"/>
    <w:rsid w:val="00D93726"/>
    <w:rsid w:val="00DB0E61"/>
    <w:rsid w:val="00DB64FD"/>
    <w:rsid w:val="00DB7EBA"/>
    <w:rsid w:val="00DC42D1"/>
    <w:rsid w:val="00DC7491"/>
    <w:rsid w:val="00DD110C"/>
    <w:rsid w:val="00DD1DAC"/>
    <w:rsid w:val="00DD6016"/>
    <w:rsid w:val="00DD6C7B"/>
    <w:rsid w:val="00DF3ABA"/>
    <w:rsid w:val="00DF42D0"/>
    <w:rsid w:val="00DF5567"/>
    <w:rsid w:val="00E174CB"/>
    <w:rsid w:val="00E2632E"/>
    <w:rsid w:val="00E27F34"/>
    <w:rsid w:val="00E34BAA"/>
    <w:rsid w:val="00E413FF"/>
    <w:rsid w:val="00E42106"/>
    <w:rsid w:val="00E42F35"/>
    <w:rsid w:val="00E546E4"/>
    <w:rsid w:val="00E54B09"/>
    <w:rsid w:val="00E634CE"/>
    <w:rsid w:val="00E70E37"/>
    <w:rsid w:val="00E75639"/>
    <w:rsid w:val="00E75EDC"/>
    <w:rsid w:val="00E831F3"/>
    <w:rsid w:val="00E95049"/>
    <w:rsid w:val="00EA0A96"/>
    <w:rsid w:val="00EB0D59"/>
    <w:rsid w:val="00EB0EE7"/>
    <w:rsid w:val="00EB7671"/>
    <w:rsid w:val="00EB7E41"/>
    <w:rsid w:val="00EB7FC9"/>
    <w:rsid w:val="00EC02B7"/>
    <w:rsid w:val="00EC3787"/>
    <w:rsid w:val="00EC6B16"/>
    <w:rsid w:val="00ED17F6"/>
    <w:rsid w:val="00ED4F66"/>
    <w:rsid w:val="00F029D2"/>
    <w:rsid w:val="00F068FA"/>
    <w:rsid w:val="00F1484E"/>
    <w:rsid w:val="00F165C1"/>
    <w:rsid w:val="00F21D05"/>
    <w:rsid w:val="00F22CFC"/>
    <w:rsid w:val="00F411E7"/>
    <w:rsid w:val="00F46ECB"/>
    <w:rsid w:val="00F50A35"/>
    <w:rsid w:val="00F51EF8"/>
    <w:rsid w:val="00F62D91"/>
    <w:rsid w:val="00F658DB"/>
    <w:rsid w:val="00F70D7B"/>
    <w:rsid w:val="00F81CE5"/>
    <w:rsid w:val="00F90DB3"/>
    <w:rsid w:val="00F95236"/>
    <w:rsid w:val="00F96DAC"/>
    <w:rsid w:val="00FB7369"/>
    <w:rsid w:val="00FB7914"/>
    <w:rsid w:val="00FC2B3A"/>
    <w:rsid w:val="00FC3712"/>
    <w:rsid w:val="00FC6660"/>
    <w:rsid w:val="00FC6A50"/>
    <w:rsid w:val="00FD2D86"/>
    <w:rsid w:val="00FD5DD9"/>
    <w:rsid w:val="00FD628D"/>
    <w:rsid w:val="00FE10AD"/>
    <w:rsid w:val="00FE3569"/>
    <w:rsid w:val="00FE6800"/>
    <w:rsid w:val="00FF0787"/>
    <w:rsid w:val="00FF0ACD"/>
    <w:rsid w:val="00FF382D"/>
    <w:rsid w:val="00FF5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54B09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basedOn w:val="Carpredefinitoparagrafo"/>
    <w:link w:val="Pidipagina"/>
    <w:rsid w:val="00EB0EE7"/>
    <w:rPr>
      <w:sz w:val="24"/>
    </w:rPr>
  </w:style>
  <w:style w:type="paragraph" w:customStyle="1" w:styleId="Default">
    <w:name w:val="Default"/>
    <w:rsid w:val="002D66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E6800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5837A9"/>
  </w:style>
  <w:style w:type="character" w:styleId="Collegamentovisitato">
    <w:name w:val="FollowedHyperlink"/>
    <w:basedOn w:val="Carpredefinitoparagrafo"/>
    <w:rsid w:val="0090051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54B09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basedOn w:val="Carpredefinitoparagrafo"/>
    <w:link w:val="Pidipagina"/>
    <w:rsid w:val="00EB0EE7"/>
    <w:rPr>
      <w:sz w:val="24"/>
    </w:rPr>
  </w:style>
  <w:style w:type="paragraph" w:customStyle="1" w:styleId="Default">
    <w:name w:val="Default"/>
    <w:rsid w:val="002D66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E6800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5837A9"/>
  </w:style>
  <w:style w:type="character" w:styleId="Collegamentovisitato">
    <w:name w:val="FollowedHyperlink"/>
    <w:basedOn w:val="Carpredefinitoparagrafo"/>
    <w:rsid w:val="009005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uefs.an@istruzione.it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rma@postacert.istruzione.it" TargetMode="External"/><Relationship Id="rId2" Type="http://schemas.openxmlformats.org/officeDocument/2006/relationships/hyperlink" Target="mailto:michelangela.ionna@istruzione.it" TargetMode="External"/><Relationship Id="rId1" Type="http://schemas.openxmlformats.org/officeDocument/2006/relationships/hyperlink" Target="mailto:uefs.an@istruzione.it" TargetMode="External"/><Relationship Id="rId5" Type="http://schemas.openxmlformats.org/officeDocument/2006/relationships/hyperlink" Target="http://www.marche.istruzione.it" TargetMode="External"/><Relationship Id="rId4" Type="http://schemas.openxmlformats.org/officeDocument/2006/relationships/hyperlink" Target="mailto:direzione-marche@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0121\Desktop\MODELLO%20US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AD420-9D7F-44BE-A9D4-F38BED682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 USR.dotx</Template>
  <TotalTime>0</TotalTime>
  <Pages>1</Pages>
  <Words>98</Words>
  <Characters>1114</Characters>
  <Application>Microsoft Office Word</Application>
  <DocSecurity>4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1210</CharactersWithSpaces>
  <SharedDoc>false</SharedDoc>
  <HLinks>
    <vt:vector size="18" baseType="variant">
      <vt:variant>
        <vt:i4>4521986</vt:i4>
      </vt:variant>
      <vt:variant>
        <vt:i4>6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2818122</vt:i4>
      </vt:variant>
      <vt:variant>
        <vt:i4>3</vt:i4>
      </vt:variant>
      <vt:variant>
        <vt:i4>0</vt:i4>
      </vt:variant>
      <vt:variant>
        <vt:i4>5</vt:i4>
      </vt:variant>
      <vt:variant>
        <vt:lpwstr>mailto:direzione-marche@istruzione.it</vt:lpwstr>
      </vt:variant>
      <vt:variant>
        <vt:lpwstr/>
      </vt:variant>
      <vt:variant>
        <vt:i4>1507435</vt:i4>
      </vt:variant>
      <vt:variant>
        <vt:i4>0</vt:i4>
      </vt:variant>
      <vt:variant>
        <vt:i4>0</vt:i4>
      </vt:variant>
      <vt:variant>
        <vt:i4>5</vt:i4>
      </vt:variant>
      <vt:variant>
        <vt:lpwstr>mailto:drma@postacert.istruzione.it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Michelangela</dc:creator>
  <cp:lastModifiedBy>Administrator</cp:lastModifiedBy>
  <cp:revision>2</cp:revision>
  <cp:lastPrinted>2018-04-02T08:33:00Z</cp:lastPrinted>
  <dcterms:created xsi:type="dcterms:W3CDTF">2019-03-18T09:13:00Z</dcterms:created>
  <dcterms:modified xsi:type="dcterms:W3CDTF">2019-03-18T09:13:00Z</dcterms:modified>
</cp:coreProperties>
</file>